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982" w:rsidRPr="003068BA" w:rsidRDefault="00583982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3:  ‘y’ changes to ‘ i’ when, adding ‘es’ to nouns and verbs ending in ‘y’</w:t>
      </w:r>
    </w:p>
    <w:tbl>
      <w:tblPr>
        <w:tblpPr w:leftFromText="180" w:rightFromText="180" w:vertAnchor="page" w:horzAnchor="margin" w:tblpY="27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69"/>
        <w:gridCol w:w="2310"/>
        <w:gridCol w:w="2311"/>
        <w:gridCol w:w="2311"/>
      </w:tblGrid>
      <w:tr w:rsidR="00583982" w:rsidRPr="00C22405" w:rsidTr="00253118">
        <w:tc>
          <w:tcPr>
            <w:tcW w:w="2769" w:type="dxa"/>
          </w:tcPr>
          <w:p w:rsidR="00583982" w:rsidRPr="00C22405" w:rsidRDefault="00583982" w:rsidP="0025311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22405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83982" w:rsidRPr="00C22405" w:rsidRDefault="00583982" w:rsidP="0025311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22405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C22405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C22405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83982" w:rsidRPr="00C22405" w:rsidRDefault="00583982" w:rsidP="0025311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22405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C22405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C22405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83982" w:rsidRPr="00C22405" w:rsidRDefault="00583982" w:rsidP="0025311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22405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C22405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C22405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83982" w:rsidRPr="00C22405" w:rsidTr="00253118">
        <w:tc>
          <w:tcPr>
            <w:tcW w:w="2769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C22405">
              <w:rPr>
                <w:rFonts w:ascii="Segoe UI Light" w:hAnsi="Segoe UI Light" w:cs="Segoe UI Light"/>
                <w:sz w:val="36"/>
              </w:rPr>
              <w:t>flies</w:t>
            </w:r>
          </w:p>
        </w:tc>
        <w:tc>
          <w:tcPr>
            <w:tcW w:w="2310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83982" w:rsidRPr="00C22405" w:rsidTr="00253118">
        <w:tc>
          <w:tcPr>
            <w:tcW w:w="2769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C22405">
              <w:rPr>
                <w:rFonts w:ascii="Segoe UI Light" w:hAnsi="Segoe UI Light" w:cs="Segoe UI Light"/>
                <w:sz w:val="36"/>
              </w:rPr>
              <w:t>tries</w:t>
            </w:r>
          </w:p>
        </w:tc>
        <w:tc>
          <w:tcPr>
            <w:tcW w:w="2310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83982" w:rsidRPr="00C22405" w:rsidTr="00253118">
        <w:tc>
          <w:tcPr>
            <w:tcW w:w="2769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C22405">
              <w:rPr>
                <w:rFonts w:ascii="Segoe UI Light" w:hAnsi="Segoe UI Light" w:cs="Segoe UI Light"/>
                <w:sz w:val="36"/>
              </w:rPr>
              <w:t>replies</w:t>
            </w:r>
          </w:p>
        </w:tc>
        <w:tc>
          <w:tcPr>
            <w:tcW w:w="2310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83982" w:rsidRPr="00C22405" w:rsidTr="00253118">
        <w:tc>
          <w:tcPr>
            <w:tcW w:w="2769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C22405">
              <w:rPr>
                <w:rFonts w:ascii="Segoe UI Light" w:hAnsi="Segoe UI Light" w:cs="Segoe UI Light"/>
                <w:sz w:val="36"/>
                <w:szCs w:val="36"/>
              </w:rPr>
              <w:t>denies</w:t>
            </w:r>
          </w:p>
        </w:tc>
        <w:tc>
          <w:tcPr>
            <w:tcW w:w="2310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83982" w:rsidRPr="00C22405" w:rsidTr="00253118">
        <w:tc>
          <w:tcPr>
            <w:tcW w:w="2769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C22405">
              <w:rPr>
                <w:rFonts w:ascii="Segoe UI Light" w:hAnsi="Segoe UI Light" w:cs="Segoe UI Light"/>
                <w:sz w:val="36"/>
              </w:rPr>
              <w:t>copies</w:t>
            </w:r>
          </w:p>
        </w:tc>
        <w:tc>
          <w:tcPr>
            <w:tcW w:w="2310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83982" w:rsidRPr="00C22405" w:rsidTr="00253118">
        <w:tc>
          <w:tcPr>
            <w:tcW w:w="2769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C22405">
              <w:rPr>
                <w:rFonts w:ascii="Segoe UI Light" w:hAnsi="Segoe UI Light" w:cs="Segoe UI Light"/>
                <w:sz w:val="36"/>
              </w:rPr>
              <w:t>babies</w:t>
            </w:r>
          </w:p>
        </w:tc>
        <w:tc>
          <w:tcPr>
            <w:tcW w:w="2310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83982" w:rsidRPr="00C22405" w:rsidTr="00253118">
        <w:tc>
          <w:tcPr>
            <w:tcW w:w="2769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C22405">
              <w:rPr>
                <w:rFonts w:ascii="Segoe UI Light" w:hAnsi="Segoe UI Light" w:cs="Segoe UI Light"/>
                <w:sz w:val="36"/>
              </w:rPr>
              <w:t>carries</w:t>
            </w:r>
          </w:p>
        </w:tc>
        <w:tc>
          <w:tcPr>
            <w:tcW w:w="2310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83982" w:rsidRPr="00C22405" w:rsidTr="00253118">
        <w:tc>
          <w:tcPr>
            <w:tcW w:w="2769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C22405">
              <w:rPr>
                <w:rFonts w:ascii="Segoe UI Light" w:hAnsi="Segoe UI Light" w:cs="Segoe UI Light"/>
                <w:sz w:val="36"/>
              </w:rPr>
              <w:t>marries</w:t>
            </w:r>
          </w:p>
        </w:tc>
        <w:tc>
          <w:tcPr>
            <w:tcW w:w="2310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83982" w:rsidRPr="00C22405" w:rsidTr="00253118">
        <w:tc>
          <w:tcPr>
            <w:tcW w:w="2769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C22405">
              <w:rPr>
                <w:rFonts w:ascii="Segoe UI Light" w:hAnsi="Segoe UI Light" w:cs="Segoe UI Light"/>
                <w:sz w:val="36"/>
              </w:rPr>
              <w:t>hobbies</w:t>
            </w:r>
          </w:p>
        </w:tc>
        <w:tc>
          <w:tcPr>
            <w:tcW w:w="2310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583982" w:rsidRPr="00C22405" w:rsidTr="00253118">
        <w:tc>
          <w:tcPr>
            <w:tcW w:w="2769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C22405">
              <w:rPr>
                <w:rFonts w:ascii="Segoe UI Light" w:hAnsi="Segoe UI Light" w:cs="Segoe UI Light"/>
                <w:sz w:val="36"/>
              </w:rPr>
              <w:t>lorries</w:t>
            </w:r>
          </w:p>
        </w:tc>
        <w:tc>
          <w:tcPr>
            <w:tcW w:w="2310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83982" w:rsidRPr="00C22405" w:rsidRDefault="00583982" w:rsidP="0025311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583982" w:rsidRDefault="00583982">
      <w:bookmarkStart w:id="0" w:name="_GoBack"/>
      <w:bookmarkEnd w:id="0"/>
    </w:p>
    <w:sectPr w:rsidR="00583982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D68B6"/>
    <w:rsid w:val="001570BA"/>
    <w:rsid w:val="00162301"/>
    <w:rsid w:val="001B1BB7"/>
    <w:rsid w:val="00231321"/>
    <w:rsid w:val="00253118"/>
    <w:rsid w:val="003068BA"/>
    <w:rsid w:val="003307A2"/>
    <w:rsid w:val="003943D9"/>
    <w:rsid w:val="003A498D"/>
    <w:rsid w:val="003A7F62"/>
    <w:rsid w:val="00436197"/>
    <w:rsid w:val="00451747"/>
    <w:rsid w:val="00493A32"/>
    <w:rsid w:val="004A72FC"/>
    <w:rsid w:val="004D2482"/>
    <w:rsid w:val="00583982"/>
    <w:rsid w:val="005B06F6"/>
    <w:rsid w:val="005B35CD"/>
    <w:rsid w:val="005F2137"/>
    <w:rsid w:val="00652B21"/>
    <w:rsid w:val="00655063"/>
    <w:rsid w:val="00702A5F"/>
    <w:rsid w:val="007606DF"/>
    <w:rsid w:val="00760AE0"/>
    <w:rsid w:val="00796625"/>
    <w:rsid w:val="007B641D"/>
    <w:rsid w:val="00886C0C"/>
    <w:rsid w:val="008D72A7"/>
    <w:rsid w:val="008E2DF9"/>
    <w:rsid w:val="009C6766"/>
    <w:rsid w:val="00A806E2"/>
    <w:rsid w:val="00B94746"/>
    <w:rsid w:val="00C22405"/>
    <w:rsid w:val="00C612DE"/>
    <w:rsid w:val="00C65D11"/>
    <w:rsid w:val="00C81C52"/>
    <w:rsid w:val="00CF7B1F"/>
    <w:rsid w:val="00D22B2D"/>
    <w:rsid w:val="00D37ABB"/>
    <w:rsid w:val="00DB3634"/>
    <w:rsid w:val="00DB6F33"/>
    <w:rsid w:val="00E271C2"/>
    <w:rsid w:val="00E44426"/>
    <w:rsid w:val="00ED1D79"/>
    <w:rsid w:val="00F7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33</Words>
  <Characters>194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6</cp:revision>
  <dcterms:created xsi:type="dcterms:W3CDTF">2013-12-08T10:50:00Z</dcterms:created>
  <dcterms:modified xsi:type="dcterms:W3CDTF">2015-10-26T14:27:00Z</dcterms:modified>
</cp:coreProperties>
</file>